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26" w:rsidRPr="00D92298" w:rsidRDefault="008D572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D92298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D5726" w:rsidRPr="00D92298" w:rsidRDefault="008D572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1" w:name="4fa1f4ac-a23b-40a9-b358-a2c621e11e6c"/>
      <w:bookmarkEnd w:id="1"/>
      <w:r w:rsidRPr="00D92298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образования Оренбургской </w:t>
      </w:r>
      <w:r w:rsidRPr="00D92298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области‌‌</w:t>
      </w:r>
    </w:p>
    <w:p w:rsidR="008D5726" w:rsidRPr="00D92298" w:rsidRDefault="008D572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Управление образования Администрации г.Орск</w:t>
      </w:r>
      <w:r w:rsidRPr="00D92298">
        <w:rPr>
          <w:sz w:val="28"/>
          <w:szCs w:val="28"/>
          <w:lang w:val="ru-RU"/>
        </w:rPr>
        <w:br/>
      </w:r>
      <w:bookmarkStart w:id="2" w:name="c71c69c9-f8ba-40ed-b513-d1d0a2bb969c"/>
      <w:bookmarkEnd w:id="2"/>
      <w:r w:rsidRPr="00D92298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D92298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8D5726" w:rsidRPr="00FE41B2" w:rsidRDefault="008D572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szCs w:val="28"/>
        </w:rPr>
        <w:t xml:space="preserve">МАОУ СОШ №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35</w:t>
      </w:r>
    </w:p>
    <w:p w:rsidR="008D5726" w:rsidRDefault="008D5726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8D5726" w:rsidRPr="00FE41B2" w:rsidTr="00C673C0">
        <w:tc>
          <w:tcPr>
            <w:tcW w:w="3114" w:type="dxa"/>
          </w:tcPr>
          <w:p w:rsidR="008D5726" w:rsidRPr="00AE59D3" w:rsidRDefault="008D5726" w:rsidP="00C673C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Нимыкина Е.Н.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5726" w:rsidRPr="00AE59D3" w:rsidRDefault="008D5726" w:rsidP="00C673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Нимыкина Е.Н.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от «____» августа   2023 г.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5726" w:rsidRPr="00AE59D3" w:rsidRDefault="008D5726" w:rsidP="00C673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МОАУ «СОШ № 3</w:t>
            </w:r>
            <w:r w:rsidRPr="00AE59D3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 г. Орска»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Бадаева Е.Н.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E59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от «____» августа   2023 г.</w:t>
            </w:r>
          </w:p>
          <w:p w:rsidR="008D5726" w:rsidRPr="00AE59D3" w:rsidRDefault="008D5726" w:rsidP="00C673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5726" w:rsidRPr="00FE41B2" w:rsidRDefault="008D5726">
      <w:pPr>
        <w:spacing w:after="0"/>
        <w:ind w:left="120"/>
        <w:rPr>
          <w:lang w:val="ru-RU"/>
        </w:rPr>
      </w:pPr>
    </w:p>
    <w:p w:rsidR="008D5726" w:rsidRPr="00FE41B2" w:rsidRDefault="008D5726">
      <w:pPr>
        <w:spacing w:after="0"/>
        <w:ind w:left="120"/>
        <w:rPr>
          <w:lang w:val="ru-RU"/>
        </w:rPr>
      </w:pPr>
    </w:p>
    <w:p w:rsidR="008D5726" w:rsidRPr="00FE41B2" w:rsidRDefault="008D5726">
      <w:pPr>
        <w:spacing w:after="0"/>
        <w:ind w:left="120"/>
        <w:rPr>
          <w:lang w:val="ru-RU"/>
        </w:rPr>
      </w:pPr>
    </w:p>
    <w:p w:rsidR="008D5726" w:rsidRPr="00D92298" w:rsidRDefault="008D5726">
      <w:pPr>
        <w:spacing w:after="0"/>
        <w:ind w:left="120"/>
        <w:rPr>
          <w:lang w:val="ru-RU"/>
        </w:rPr>
      </w:pPr>
    </w:p>
    <w:p w:rsidR="008D5726" w:rsidRPr="00445BBC" w:rsidRDefault="008D5726">
      <w:pPr>
        <w:spacing w:after="0"/>
        <w:ind w:left="120"/>
        <w:rPr>
          <w:lang w:val="ru-RU"/>
        </w:rPr>
      </w:pPr>
      <w:r w:rsidRPr="00445BBC">
        <w:rPr>
          <w:rFonts w:ascii="Times New Roman" w:hAnsi="Times New Roman"/>
          <w:color w:val="000000"/>
          <w:sz w:val="28"/>
          <w:lang w:val="ru-RU"/>
        </w:rPr>
        <w:t>‌</w:t>
      </w:r>
    </w:p>
    <w:p w:rsidR="008D5726" w:rsidRPr="00445BBC" w:rsidRDefault="008D5726">
      <w:pPr>
        <w:spacing w:after="0"/>
        <w:ind w:left="120"/>
        <w:rPr>
          <w:lang w:val="ru-RU"/>
        </w:rPr>
      </w:pPr>
    </w:p>
    <w:p w:rsidR="008D5726" w:rsidRPr="00445BBC" w:rsidRDefault="008D5726">
      <w:pPr>
        <w:spacing w:after="0"/>
        <w:ind w:left="120"/>
        <w:rPr>
          <w:lang w:val="ru-RU"/>
        </w:rPr>
      </w:pPr>
    </w:p>
    <w:p w:rsidR="008D5726" w:rsidRPr="00445BBC" w:rsidRDefault="008D5726">
      <w:pPr>
        <w:spacing w:after="0"/>
        <w:ind w:left="120"/>
        <w:rPr>
          <w:lang w:val="ru-RU"/>
        </w:rPr>
      </w:pPr>
    </w:p>
    <w:p w:rsidR="008D5726" w:rsidRPr="00445BBC" w:rsidRDefault="008D5726">
      <w:pPr>
        <w:spacing w:after="0" w:line="408" w:lineRule="auto"/>
        <w:ind w:left="120"/>
        <w:jc w:val="center"/>
        <w:rPr>
          <w:lang w:val="ru-RU"/>
        </w:rPr>
      </w:pPr>
      <w:r w:rsidRPr="00445B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5726" w:rsidRPr="00445BBC" w:rsidRDefault="008D5726">
      <w:pPr>
        <w:spacing w:after="0" w:line="408" w:lineRule="auto"/>
        <w:ind w:left="120"/>
        <w:jc w:val="center"/>
        <w:rPr>
          <w:lang w:val="ru-RU"/>
        </w:rPr>
      </w:pPr>
      <w:r w:rsidRPr="00445B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5BBC">
        <w:rPr>
          <w:rFonts w:ascii="Times New Roman" w:hAnsi="Times New Roman"/>
          <w:color w:val="000000"/>
          <w:sz w:val="28"/>
          <w:lang w:val="ru-RU"/>
        </w:rPr>
        <w:t xml:space="preserve"> 299794)</w:t>
      </w:r>
    </w:p>
    <w:p w:rsidR="008D5726" w:rsidRPr="00445BBC" w:rsidRDefault="008D5726">
      <w:pPr>
        <w:spacing w:after="0"/>
        <w:ind w:left="120"/>
        <w:jc w:val="center"/>
        <w:rPr>
          <w:lang w:val="ru-RU"/>
        </w:rPr>
      </w:pPr>
    </w:p>
    <w:p w:rsidR="008D5726" w:rsidRPr="00D92298" w:rsidRDefault="008D5726">
      <w:pPr>
        <w:spacing w:after="0" w:line="408" w:lineRule="auto"/>
        <w:ind w:left="120"/>
        <w:jc w:val="center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8D5726" w:rsidRPr="00D92298" w:rsidRDefault="008D5726">
      <w:pPr>
        <w:spacing w:after="0" w:line="408" w:lineRule="auto"/>
        <w:ind w:left="120"/>
        <w:jc w:val="center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D5726" w:rsidRPr="00D92298" w:rsidRDefault="008D5726">
      <w:pPr>
        <w:spacing w:after="0"/>
        <w:ind w:left="120"/>
        <w:jc w:val="center"/>
        <w:rPr>
          <w:lang w:val="ru-RU"/>
        </w:rPr>
      </w:pPr>
    </w:p>
    <w:p w:rsidR="008D5726" w:rsidRPr="00D92298" w:rsidRDefault="008D5726">
      <w:pPr>
        <w:spacing w:after="0"/>
        <w:ind w:left="120"/>
        <w:jc w:val="center"/>
        <w:rPr>
          <w:lang w:val="ru-RU"/>
        </w:rPr>
      </w:pPr>
    </w:p>
    <w:p w:rsidR="008D5726" w:rsidRPr="00D92298" w:rsidRDefault="008D5726" w:rsidP="00D92298">
      <w:pPr>
        <w:spacing w:after="0"/>
        <w:rPr>
          <w:lang w:val="ru-RU"/>
        </w:rPr>
      </w:pPr>
    </w:p>
    <w:p w:rsidR="008D5726" w:rsidRPr="00D92298" w:rsidRDefault="008D5726">
      <w:pPr>
        <w:spacing w:after="0"/>
        <w:ind w:left="120"/>
        <w:jc w:val="center"/>
        <w:rPr>
          <w:lang w:val="ru-RU"/>
        </w:rPr>
      </w:pPr>
    </w:p>
    <w:p w:rsidR="008D5726" w:rsidRPr="00D92298" w:rsidRDefault="008D5726">
      <w:pPr>
        <w:spacing w:after="0"/>
        <w:ind w:left="120"/>
        <w:jc w:val="center"/>
        <w:rPr>
          <w:lang w:val="ru-RU"/>
        </w:rPr>
      </w:pPr>
    </w:p>
    <w:p w:rsidR="008D5726" w:rsidRPr="00D92298" w:rsidRDefault="008D5726">
      <w:pPr>
        <w:spacing w:after="0"/>
        <w:ind w:left="120"/>
        <w:jc w:val="center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Орск,</w:t>
      </w:r>
      <w:r w:rsidRPr="00D9229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0164aad7-7b72-4612-b183-ee0dede85b6a"/>
      <w:bookmarkEnd w:id="4"/>
      <w:r w:rsidRPr="00D92298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D92298">
        <w:rPr>
          <w:rFonts w:ascii="Times New Roman" w:hAnsi="Times New Roman"/>
          <w:color w:val="000000"/>
          <w:sz w:val="28"/>
          <w:lang w:val="ru-RU"/>
        </w:rPr>
        <w:t>​</w:t>
      </w:r>
    </w:p>
    <w:p w:rsidR="008D5726" w:rsidRPr="00D92298" w:rsidRDefault="008D5726">
      <w:pPr>
        <w:rPr>
          <w:lang w:val="ru-RU"/>
        </w:rPr>
        <w:sectPr w:rsidR="008D5726" w:rsidRPr="00D92298">
          <w:pgSz w:w="11906" w:h="16383"/>
          <w:pgMar w:top="1134" w:right="850" w:bottom="1134" w:left="1701" w:header="720" w:footer="720" w:gutter="0"/>
          <w:cols w:space="720"/>
        </w:sect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bookmarkStart w:id="5" w:name="block-2102026"/>
      <w:bookmarkEnd w:id="5"/>
      <w:r w:rsidRPr="00D9229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D9229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D9229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D92298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8D5726" w:rsidRPr="00D92298" w:rsidRDefault="008D5726">
      <w:pPr>
        <w:rPr>
          <w:lang w:val="ru-RU"/>
        </w:rPr>
        <w:sectPr w:rsidR="008D5726" w:rsidRPr="00D92298">
          <w:pgSz w:w="11906" w:h="16383"/>
          <w:pgMar w:top="1134" w:right="850" w:bottom="1134" w:left="1701" w:header="720" w:footer="720" w:gutter="0"/>
          <w:cols w:space="720"/>
        </w:sect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bookmarkStart w:id="9" w:name="block-2102030"/>
      <w:bookmarkEnd w:id="9"/>
      <w:r w:rsidRPr="00D92298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D9229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D9229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D92298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2298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8D5726" w:rsidRPr="00D92298" w:rsidRDefault="008D5726">
      <w:pPr>
        <w:rPr>
          <w:lang w:val="ru-RU"/>
        </w:rPr>
        <w:sectPr w:rsidR="008D5726" w:rsidRPr="00D92298">
          <w:pgSz w:w="11906" w:h="16383"/>
          <w:pgMar w:top="1134" w:right="850" w:bottom="1134" w:left="1701" w:header="720" w:footer="720" w:gutter="0"/>
          <w:cols w:space="720"/>
        </w:sect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bookmarkStart w:id="11" w:name="block-2102031"/>
      <w:bookmarkEnd w:id="11"/>
      <w:r w:rsidRPr="00D9229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D92298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8D5726" w:rsidRPr="00D92298" w:rsidRDefault="008D572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D922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D9229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9229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9229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9229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9229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92298">
        <w:rPr>
          <w:rFonts w:ascii="Times New Roman" w:hAnsi="Times New Roman"/>
          <w:color w:val="000000"/>
          <w:sz w:val="28"/>
          <w:lang w:val="ru-RU"/>
        </w:rPr>
        <w:t>.</w:t>
      </w:r>
    </w:p>
    <w:p w:rsidR="008D5726" w:rsidRDefault="008D5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8D5726" w:rsidRPr="00D92298" w:rsidRDefault="008D5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D5726" w:rsidRPr="00D92298" w:rsidRDefault="008D5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D5726" w:rsidRPr="00D92298" w:rsidRDefault="008D5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8D5726" w:rsidRPr="00D92298" w:rsidRDefault="008D5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D5726" w:rsidRPr="00D92298" w:rsidRDefault="008D5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8D5726" w:rsidRPr="00D92298" w:rsidRDefault="008D5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5726" w:rsidRDefault="008D5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8D5726" w:rsidRPr="00D92298" w:rsidRDefault="008D5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D5726" w:rsidRPr="00D92298" w:rsidRDefault="008D5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D5726" w:rsidRPr="00D92298" w:rsidRDefault="008D5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D5726" w:rsidRPr="00D92298" w:rsidRDefault="008D5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D5726" w:rsidRDefault="008D5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8D5726" w:rsidRPr="00D92298" w:rsidRDefault="008D5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D5726" w:rsidRPr="00D92298" w:rsidRDefault="008D5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D5726" w:rsidRPr="00D92298" w:rsidRDefault="008D5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D5726" w:rsidRPr="00D92298" w:rsidRDefault="008D5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9229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9229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9229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8D5726" w:rsidRDefault="008D5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8D5726" w:rsidRPr="00D92298" w:rsidRDefault="008D5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D5726" w:rsidRPr="00D92298" w:rsidRDefault="008D5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8D5726" w:rsidRPr="00D92298" w:rsidRDefault="008D5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D5726" w:rsidRDefault="008D5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8D5726" w:rsidRPr="00D92298" w:rsidRDefault="008D57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8D5726" w:rsidRPr="00D92298" w:rsidRDefault="008D57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9229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9229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9229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92298">
        <w:rPr>
          <w:rFonts w:ascii="Times New Roman" w:hAnsi="Times New Roman"/>
          <w:color w:val="000000"/>
          <w:sz w:val="28"/>
          <w:lang w:val="ru-RU"/>
        </w:rPr>
        <w:t>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D5726" w:rsidRDefault="008D5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8D5726" w:rsidRPr="00D92298" w:rsidRDefault="008D57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8D5726" w:rsidRPr="00D92298" w:rsidRDefault="008D57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D5726" w:rsidRPr="00D92298" w:rsidRDefault="008D57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D9229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D9229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D5726" w:rsidRPr="00D92298" w:rsidRDefault="008D5726">
      <w:pPr>
        <w:spacing w:after="0" w:line="264" w:lineRule="auto"/>
        <w:ind w:left="120"/>
        <w:jc w:val="both"/>
        <w:rPr>
          <w:lang w:val="ru-RU"/>
        </w:rPr>
      </w:pP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9229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8D5726" w:rsidRPr="00D92298" w:rsidRDefault="008D5726">
      <w:pPr>
        <w:spacing w:after="0" w:line="264" w:lineRule="auto"/>
        <w:ind w:firstLine="600"/>
        <w:jc w:val="both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D5726" w:rsidRPr="00D92298" w:rsidRDefault="008D5726">
      <w:pPr>
        <w:rPr>
          <w:lang w:val="ru-RU"/>
        </w:rPr>
        <w:sectPr w:rsidR="008D5726" w:rsidRPr="00D92298">
          <w:pgSz w:w="11906" w:h="16383"/>
          <w:pgMar w:top="1134" w:right="850" w:bottom="1134" w:left="1701" w:header="720" w:footer="720" w:gutter="0"/>
          <w:cols w:space="720"/>
        </w:sectPr>
      </w:pPr>
    </w:p>
    <w:p w:rsidR="008D5726" w:rsidRDefault="008D5726">
      <w:pPr>
        <w:spacing w:after="0"/>
        <w:ind w:left="120"/>
      </w:pPr>
      <w:bookmarkStart w:id="16" w:name="block-2102027"/>
      <w:bookmarkEnd w:id="16"/>
      <w:r w:rsidRPr="00D922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5726" w:rsidRDefault="008D5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31"/>
        <w:gridCol w:w="4980"/>
        <w:gridCol w:w="1491"/>
        <w:gridCol w:w="1841"/>
        <w:gridCol w:w="1910"/>
        <w:gridCol w:w="2568"/>
      </w:tblGrid>
      <w:tr w:rsidR="008D5726" w:rsidRPr="0011060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</w:tr>
      <w:tr w:rsidR="008D5726" w:rsidRPr="0011060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/>
        </w:tc>
      </w:tr>
    </w:tbl>
    <w:p w:rsidR="008D5726" w:rsidRDefault="008D5726">
      <w:pPr>
        <w:sectPr w:rsidR="008D5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726" w:rsidRDefault="008D5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73"/>
        <w:gridCol w:w="4738"/>
        <w:gridCol w:w="1491"/>
        <w:gridCol w:w="1841"/>
        <w:gridCol w:w="1910"/>
        <w:gridCol w:w="2568"/>
      </w:tblGrid>
      <w:tr w:rsidR="008D5726" w:rsidRPr="00110601" w:rsidTr="00D92298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 w:rsidTr="00D92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</w:tr>
      <w:tr w:rsidR="008D5726" w:rsidRPr="00110601" w:rsidTr="00D9229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 w:rsidTr="00D9229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 w:rsidTr="00D9229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 w:rsidTr="00D9229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 w:rsidTr="00D9229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 w:rsidTr="00D9229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 w:rsidTr="00D9229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 w:rsidTr="00D9229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</w:tbl>
    <w:p w:rsidR="008D5726" w:rsidRDefault="008D5726">
      <w:pPr>
        <w:spacing w:after="0"/>
        <w:ind w:left="135"/>
        <w:rPr>
          <w:rFonts w:ascii="Times New Roman" w:hAnsi="Times New Roman"/>
          <w:color w:val="000000"/>
          <w:sz w:val="24"/>
          <w:lang w:val="ru-RU"/>
        </w:rPr>
        <w:sectPr w:rsidR="008D5726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5711"/>
        <w:gridCol w:w="1491"/>
        <w:gridCol w:w="1841"/>
        <w:gridCol w:w="1910"/>
        <w:gridCol w:w="2568"/>
      </w:tblGrid>
      <w:tr w:rsidR="008D5726" w:rsidRPr="00110601" w:rsidTr="00D92298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/>
        </w:tc>
      </w:tr>
    </w:tbl>
    <w:p w:rsidR="008D5726" w:rsidRDefault="008D5726">
      <w:pPr>
        <w:sectPr w:rsidR="008D5726" w:rsidSect="00D92298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726" w:rsidRDefault="008D5726">
      <w:pPr>
        <w:spacing w:after="0"/>
        <w:ind w:left="120"/>
      </w:pPr>
      <w:bookmarkStart w:id="17" w:name="block-2102028"/>
      <w:bookmarkEnd w:id="1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D5726" w:rsidRDefault="008D5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97"/>
        <w:gridCol w:w="4914"/>
        <w:gridCol w:w="1232"/>
        <w:gridCol w:w="1841"/>
        <w:gridCol w:w="1910"/>
        <w:gridCol w:w="1212"/>
        <w:gridCol w:w="2086"/>
      </w:tblGrid>
      <w:tr w:rsidR="008D5726" w:rsidRPr="00110601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/>
        </w:tc>
      </w:tr>
    </w:tbl>
    <w:p w:rsidR="008D5726" w:rsidRDefault="008D5726">
      <w:pPr>
        <w:sectPr w:rsidR="008D5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726" w:rsidRDefault="008D5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6"/>
        <w:gridCol w:w="4925"/>
        <w:gridCol w:w="1250"/>
        <w:gridCol w:w="1841"/>
        <w:gridCol w:w="1910"/>
        <w:gridCol w:w="1212"/>
        <w:gridCol w:w="2086"/>
      </w:tblGrid>
      <w:tr w:rsidR="008D5726" w:rsidRPr="0011060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726" w:rsidRPr="00110601" w:rsidRDefault="008D5726"/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</w:pPr>
          </w:p>
        </w:tc>
      </w:tr>
      <w:tr w:rsidR="008D5726" w:rsidRPr="001106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rPr>
                <w:lang w:val="ru-RU"/>
              </w:rPr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>
            <w:pPr>
              <w:spacing w:after="0"/>
              <w:ind w:left="135"/>
              <w:jc w:val="center"/>
            </w:pPr>
            <w:r w:rsidRPr="0011060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726" w:rsidRPr="00110601" w:rsidRDefault="008D5726"/>
        </w:tc>
      </w:tr>
    </w:tbl>
    <w:p w:rsidR="008D5726" w:rsidRDefault="008D5726">
      <w:pPr>
        <w:sectPr w:rsidR="008D57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726" w:rsidRPr="00D92298" w:rsidRDefault="008D5726">
      <w:pPr>
        <w:spacing w:after="0"/>
        <w:ind w:left="120"/>
        <w:rPr>
          <w:lang w:val="ru-RU"/>
        </w:rPr>
      </w:pPr>
      <w:bookmarkStart w:id="18" w:name="block-2102029"/>
      <w:bookmarkEnd w:id="18"/>
      <w:r w:rsidRPr="00D9229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D5726" w:rsidRDefault="008D57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5726" w:rsidRPr="00D92298" w:rsidRDefault="008D5726">
      <w:pPr>
        <w:spacing w:after="0" w:line="480" w:lineRule="auto"/>
        <w:ind w:left="120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92363736-53cd-4f39-ac85-8c69f6d1639a"/>
      <w:bookmarkEnd w:id="19"/>
      <w:r w:rsidRPr="00D92298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МНЕМОЗИНА»‌​</w:t>
      </w:r>
    </w:p>
    <w:p w:rsidR="008D5726" w:rsidRPr="00D92298" w:rsidRDefault="008D5726">
      <w:pPr>
        <w:spacing w:after="0" w:line="480" w:lineRule="auto"/>
        <w:ind w:left="120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D5726" w:rsidRPr="00D92298" w:rsidRDefault="008D5726">
      <w:pPr>
        <w:spacing w:after="0"/>
        <w:ind w:left="120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​</w:t>
      </w:r>
    </w:p>
    <w:p w:rsidR="008D5726" w:rsidRPr="00D92298" w:rsidRDefault="008D5726">
      <w:pPr>
        <w:spacing w:after="0" w:line="480" w:lineRule="auto"/>
        <w:ind w:left="120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5726" w:rsidRPr="00D92298" w:rsidRDefault="008D5726">
      <w:pPr>
        <w:spacing w:after="0" w:line="480" w:lineRule="auto"/>
        <w:ind w:left="120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D5726" w:rsidRPr="00D92298" w:rsidRDefault="008D5726">
      <w:pPr>
        <w:spacing w:after="0"/>
        <w:ind w:left="120"/>
        <w:rPr>
          <w:lang w:val="ru-RU"/>
        </w:rPr>
      </w:pPr>
    </w:p>
    <w:p w:rsidR="008D5726" w:rsidRPr="00D92298" w:rsidRDefault="008D5726">
      <w:pPr>
        <w:spacing w:after="0" w:line="480" w:lineRule="auto"/>
        <w:ind w:left="120"/>
        <w:rPr>
          <w:lang w:val="ru-RU"/>
        </w:rPr>
      </w:pPr>
      <w:r w:rsidRPr="00D922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5726" w:rsidRPr="00D92298" w:rsidRDefault="008D5726">
      <w:pPr>
        <w:spacing w:after="0" w:line="480" w:lineRule="auto"/>
        <w:ind w:left="120"/>
        <w:rPr>
          <w:lang w:val="ru-RU"/>
        </w:rPr>
      </w:pPr>
      <w:r w:rsidRPr="00D92298">
        <w:rPr>
          <w:rFonts w:ascii="Times New Roman" w:hAnsi="Times New Roman"/>
          <w:color w:val="000000"/>
          <w:sz w:val="28"/>
          <w:lang w:val="ru-RU"/>
        </w:rPr>
        <w:t>​</w:t>
      </w:r>
      <w:r w:rsidRPr="00D92298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33bd3c8a-d70a-4cdc-a528-738232c0b60c"/>
      <w:bookmarkEnd w:id="20"/>
      <w:r>
        <w:rPr>
          <w:rFonts w:ascii="Times New Roman" w:hAnsi="Times New Roman"/>
          <w:color w:val="000000"/>
          <w:sz w:val="28"/>
        </w:rPr>
        <w:t>https</w:t>
      </w:r>
      <w:r w:rsidRPr="00D922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922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922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2298">
        <w:rPr>
          <w:rFonts w:ascii="Times New Roman" w:hAnsi="Times New Roman"/>
          <w:color w:val="000000"/>
          <w:sz w:val="28"/>
          <w:lang w:val="ru-RU"/>
        </w:rPr>
        <w:t>/863</w:t>
      </w:r>
      <w:r>
        <w:rPr>
          <w:rFonts w:ascii="Times New Roman" w:hAnsi="Times New Roman"/>
          <w:color w:val="000000"/>
          <w:sz w:val="28"/>
        </w:rPr>
        <w:t>f</w:t>
      </w:r>
      <w:r w:rsidRPr="00D92298">
        <w:rPr>
          <w:rFonts w:ascii="Times New Roman" w:hAnsi="Times New Roman"/>
          <w:color w:val="000000"/>
          <w:sz w:val="28"/>
          <w:lang w:val="ru-RU"/>
        </w:rPr>
        <w:t>47</w:t>
      </w:r>
      <w:r>
        <w:rPr>
          <w:rFonts w:ascii="Times New Roman" w:hAnsi="Times New Roman"/>
          <w:color w:val="000000"/>
          <w:sz w:val="28"/>
        </w:rPr>
        <w:t>ea</w:t>
      </w:r>
      <w:r w:rsidRPr="00D92298">
        <w:rPr>
          <w:rFonts w:ascii="Times New Roman" w:hAnsi="Times New Roman"/>
          <w:color w:val="333333"/>
          <w:sz w:val="28"/>
          <w:lang w:val="ru-RU"/>
        </w:rPr>
        <w:t>‌</w:t>
      </w:r>
      <w:r w:rsidRPr="00D92298">
        <w:rPr>
          <w:rFonts w:ascii="Times New Roman" w:hAnsi="Times New Roman"/>
          <w:color w:val="000000"/>
          <w:sz w:val="28"/>
          <w:lang w:val="ru-RU"/>
        </w:rPr>
        <w:t>​</w:t>
      </w:r>
    </w:p>
    <w:p w:rsidR="008D5726" w:rsidRPr="00D92298" w:rsidRDefault="008D5726">
      <w:pPr>
        <w:rPr>
          <w:lang w:val="ru-RU"/>
        </w:rPr>
        <w:sectPr w:rsidR="008D5726" w:rsidRPr="00D92298">
          <w:pgSz w:w="11906" w:h="16383"/>
          <w:pgMar w:top="1134" w:right="850" w:bottom="1134" w:left="1701" w:header="720" w:footer="720" w:gutter="0"/>
          <w:cols w:space="720"/>
        </w:sectPr>
      </w:pPr>
    </w:p>
    <w:p w:rsidR="008D5726" w:rsidRPr="00D92298" w:rsidRDefault="008D5726">
      <w:pPr>
        <w:rPr>
          <w:lang w:val="ru-RU"/>
        </w:rPr>
      </w:pPr>
    </w:p>
    <w:sectPr w:rsidR="008D5726" w:rsidRPr="00D92298" w:rsidSect="00F24DD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726" w:rsidRDefault="008D5726" w:rsidP="00D92298">
      <w:pPr>
        <w:spacing w:after="0" w:line="240" w:lineRule="auto"/>
      </w:pPr>
      <w:r>
        <w:separator/>
      </w:r>
    </w:p>
  </w:endnote>
  <w:endnote w:type="continuationSeparator" w:id="0">
    <w:p w:rsidR="008D5726" w:rsidRDefault="008D5726" w:rsidP="00D9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726" w:rsidRDefault="008D5726" w:rsidP="00D92298">
      <w:pPr>
        <w:spacing w:after="0" w:line="240" w:lineRule="auto"/>
      </w:pPr>
      <w:r>
        <w:separator/>
      </w:r>
    </w:p>
  </w:footnote>
  <w:footnote w:type="continuationSeparator" w:id="0">
    <w:p w:rsidR="008D5726" w:rsidRDefault="008D5726" w:rsidP="00D92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47A8"/>
    <w:multiLevelType w:val="multilevel"/>
    <w:tmpl w:val="76CA7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E482138"/>
    <w:multiLevelType w:val="multilevel"/>
    <w:tmpl w:val="15E8B2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F74091D"/>
    <w:multiLevelType w:val="multilevel"/>
    <w:tmpl w:val="92740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69305DD"/>
    <w:multiLevelType w:val="multilevel"/>
    <w:tmpl w:val="1D84D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8EB3DAD"/>
    <w:multiLevelType w:val="multilevel"/>
    <w:tmpl w:val="87263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8162558"/>
    <w:multiLevelType w:val="multilevel"/>
    <w:tmpl w:val="D7D0F3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9D9"/>
    <w:rsid w:val="000D4161"/>
    <w:rsid w:val="000E6D86"/>
    <w:rsid w:val="00110601"/>
    <w:rsid w:val="002130FF"/>
    <w:rsid w:val="002A6EC8"/>
    <w:rsid w:val="003139D9"/>
    <w:rsid w:val="00445BBC"/>
    <w:rsid w:val="00480D40"/>
    <w:rsid w:val="004E6975"/>
    <w:rsid w:val="0086502D"/>
    <w:rsid w:val="008947B5"/>
    <w:rsid w:val="008D5726"/>
    <w:rsid w:val="00AE59D3"/>
    <w:rsid w:val="00C06D1D"/>
    <w:rsid w:val="00C53FFE"/>
    <w:rsid w:val="00C673C0"/>
    <w:rsid w:val="00D92298"/>
    <w:rsid w:val="00F24DD3"/>
    <w:rsid w:val="00FE4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F24DD3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F24DD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5B9BD5"/>
      <w:sz w:val="18"/>
      <w:szCs w:val="18"/>
    </w:rPr>
  </w:style>
  <w:style w:type="paragraph" w:styleId="Footer">
    <w:name w:val="footer"/>
    <w:basedOn w:val="Normal"/>
    <w:link w:val="FooterChar"/>
    <w:uiPriority w:val="99"/>
    <w:rsid w:val="00D92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9229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34</Pages>
  <Words>6210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User</cp:lastModifiedBy>
  <cp:revision>3</cp:revision>
  <dcterms:created xsi:type="dcterms:W3CDTF">2023-08-05T13:46:00Z</dcterms:created>
  <dcterms:modified xsi:type="dcterms:W3CDTF">2023-09-03T11:44:00Z</dcterms:modified>
</cp:coreProperties>
</file>