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39" w:rsidRPr="00A44001" w:rsidRDefault="00C53B3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3B39" w:rsidRPr="00A44001" w:rsidRDefault="00C53B3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‌‌‌</w:t>
      </w:r>
    </w:p>
    <w:p w:rsidR="00C53B39" w:rsidRPr="00A44001" w:rsidRDefault="00C53B3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C53B39" w:rsidRDefault="00C53B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</w:t>
      </w: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>5 г. Орска"</w:t>
      </w:r>
    </w:p>
    <w:p w:rsidR="00C53B39" w:rsidRDefault="00C53B39">
      <w:pPr>
        <w:spacing w:after="0"/>
        <w:ind w:left="120"/>
      </w:pPr>
    </w:p>
    <w:tbl>
      <w:tblPr>
        <w:tblW w:w="0" w:type="auto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614"/>
      </w:tblGrid>
      <w:tr w:rsidR="00C53B39" w:rsidRPr="000E0EF8" w:rsidTr="00212F84">
        <w:tc>
          <w:tcPr>
            <w:tcW w:w="3190" w:type="dxa"/>
          </w:tcPr>
          <w:p w:rsidR="00C53B39" w:rsidRPr="00355237" w:rsidRDefault="00C53B39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РАССМОТРЕНО</w:t>
            </w:r>
          </w:p>
          <w:p w:rsidR="00C53B39" w:rsidRPr="00355237" w:rsidRDefault="00C53B39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Руководитель МО</w:t>
            </w:r>
          </w:p>
          <w:p w:rsidR="00C53B39" w:rsidRPr="00355237" w:rsidRDefault="00C53B39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713BE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pict>
                <v:rect id="_x0000_i1025" style="width:0;height:.6pt" o:hralign="center" o:hrstd="t" o:hr="t" fillcolor="#a0a0a0" stroked="f"/>
              </w:pict>
            </w:r>
          </w:p>
          <w:p w:rsidR="00C53B39" w:rsidRPr="000E0EF8" w:rsidRDefault="00C53B39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Нимыкина Е.Н.</w:t>
            </w:r>
          </w:p>
          <w:p w:rsidR="00C53B39" w:rsidRPr="000E0EF8" w:rsidRDefault="00C53B39" w:rsidP="00212F84">
            <w:pPr>
              <w:shd w:val="clear" w:color="auto" w:fill="FFFFFF"/>
              <w:spacing w:after="0" w:line="240" w:lineRule="auto"/>
              <w:ind w:right="480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Приказ 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br/>
              <w:t>от «число»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месяц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год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г.</w:t>
            </w:r>
          </w:p>
          <w:p w:rsidR="00C53B39" w:rsidRPr="000E0EF8" w:rsidRDefault="00C53B39" w:rsidP="00212F84">
            <w:pPr>
              <w:spacing w:beforeAutospacing="1"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3190" w:type="dxa"/>
          </w:tcPr>
          <w:p w:rsidR="00C53B39" w:rsidRPr="00355237" w:rsidRDefault="00C53B39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СОГЛАСОВАНО</w:t>
            </w:r>
          </w:p>
          <w:p w:rsidR="00C53B39" w:rsidRPr="00355237" w:rsidRDefault="00C53B39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Заместитель директора по УВ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 </w:t>
            </w:r>
          </w:p>
          <w:p w:rsidR="00C53B39" w:rsidRPr="00355237" w:rsidRDefault="00C53B39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713BE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pict>
                <v:rect id="_x0000_i1026" style="width:0;height:.6pt" o:hralign="center" o:hrstd="t" o:hr="t" fillcolor="#a0a0a0" stroked="f"/>
              </w:pict>
            </w:r>
          </w:p>
          <w:p w:rsidR="00C53B39" w:rsidRPr="000E0EF8" w:rsidRDefault="00C53B39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Нимыкина Е.Н.</w:t>
            </w:r>
          </w:p>
          <w:p w:rsidR="00C53B39" w:rsidRPr="000E0EF8" w:rsidRDefault="00C53B39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Приказ 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br/>
              <w:t>от «число»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месяц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год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г.</w:t>
            </w:r>
          </w:p>
          <w:p w:rsidR="00C53B39" w:rsidRPr="000E0EF8" w:rsidRDefault="00C53B39" w:rsidP="00212F84">
            <w:pPr>
              <w:spacing w:beforeAutospacing="1"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3614" w:type="dxa"/>
          </w:tcPr>
          <w:p w:rsidR="00C53B39" w:rsidRPr="000E0EF8" w:rsidRDefault="00C53B39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C53B39" w:rsidRPr="000E0EF8" w:rsidRDefault="00C53B39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Директор МОАУ СОШ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 35</w:t>
            </w:r>
          </w:p>
          <w:p w:rsidR="00C53B39" w:rsidRPr="00355237" w:rsidRDefault="00C53B39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713BE2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pict>
                <v:rect id="_x0000_i1027" style="width:0;height:.6pt" o:hralign="center" o:hrstd="t" o:hr="t" fillcolor="#a0a0a0" stroked="f"/>
              </w:pict>
            </w:r>
          </w:p>
          <w:p w:rsidR="00C53B39" w:rsidRPr="000E0EF8" w:rsidRDefault="00C53B39" w:rsidP="00212F84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Бадаева Е.Н.</w:t>
            </w:r>
          </w:p>
          <w:p w:rsidR="00C53B39" w:rsidRPr="000E0EF8" w:rsidRDefault="00C53B39" w:rsidP="00212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Приказ 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br/>
              <w:t>от «число»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месяц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год</w:t>
            </w:r>
            <w:r w:rsidRPr="00355237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E0EF8"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г.</w:t>
            </w:r>
          </w:p>
          <w:p w:rsidR="00C53B39" w:rsidRPr="000E0EF8" w:rsidRDefault="00C53B39" w:rsidP="00212F84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  <w:p w:rsidR="00C53B39" w:rsidRPr="000E0EF8" w:rsidRDefault="00C53B39" w:rsidP="00212F84">
            <w:pPr>
              <w:spacing w:beforeAutospacing="1"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</w:pPr>
          </w:p>
        </w:tc>
      </w:tr>
    </w:tbl>
    <w:p w:rsidR="00C53B39" w:rsidRPr="000E0EF8" w:rsidRDefault="00C53B39">
      <w:pPr>
        <w:spacing w:after="0"/>
        <w:ind w:left="120"/>
        <w:rPr>
          <w:lang w:val="ru-RU"/>
        </w:rPr>
      </w:pPr>
    </w:p>
    <w:p w:rsidR="00C53B39" w:rsidRPr="000E0EF8" w:rsidRDefault="00C53B39">
      <w:pPr>
        <w:spacing w:after="0"/>
        <w:ind w:left="120"/>
        <w:rPr>
          <w:lang w:val="ru-RU"/>
        </w:rPr>
      </w:pPr>
    </w:p>
    <w:p w:rsidR="00C53B39" w:rsidRPr="000E0EF8" w:rsidRDefault="00C53B39">
      <w:pPr>
        <w:spacing w:after="0"/>
        <w:ind w:left="120"/>
        <w:rPr>
          <w:lang w:val="ru-RU"/>
        </w:rPr>
      </w:pPr>
    </w:p>
    <w:p w:rsidR="00C53B39" w:rsidRPr="00A44001" w:rsidRDefault="00C53B39">
      <w:pPr>
        <w:spacing w:after="0"/>
        <w:ind w:left="120"/>
        <w:rPr>
          <w:lang w:val="ru-RU"/>
        </w:rPr>
      </w:pPr>
    </w:p>
    <w:p w:rsidR="00C53B39" w:rsidRPr="00A44001" w:rsidRDefault="00C53B39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</w:p>
    <w:p w:rsidR="00C53B39" w:rsidRPr="00A44001" w:rsidRDefault="00C53B39">
      <w:pPr>
        <w:spacing w:after="0"/>
        <w:ind w:left="120"/>
        <w:rPr>
          <w:lang w:val="ru-RU"/>
        </w:rPr>
      </w:pPr>
    </w:p>
    <w:p w:rsidR="00C53B39" w:rsidRPr="00A44001" w:rsidRDefault="00C53B39">
      <w:pPr>
        <w:spacing w:after="0"/>
        <w:ind w:left="120"/>
        <w:rPr>
          <w:lang w:val="ru-RU"/>
        </w:rPr>
      </w:pPr>
    </w:p>
    <w:p w:rsidR="00C53B39" w:rsidRPr="00A44001" w:rsidRDefault="00C53B39">
      <w:pPr>
        <w:spacing w:after="0"/>
        <w:ind w:left="120"/>
        <w:rPr>
          <w:lang w:val="ru-RU"/>
        </w:rPr>
      </w:pPr>
    </w:p>
    <w:p w:rsidR="00C53B39" w:rsidRPr="00A44001" w:rsidRDefault="00C53B3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3B39" w:rsidRPr="00A44001" w:rsidRDefault="00C53B3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891209)</w:t>
      </w:r>
    </w:p>
    <w:p w:rsidR="00C53B39" w:rsidRPr="00A44001" w:rsidRDefault="00C53B39">
      <w:pPr>
        <w:spacing w:after="0"/>
        <w:ind w:left="120"/>
        <w:jc w:val="center"/>
        <w:rPr>
          <w:lang w:val="ru-RU"/>
        </w:rPr>
      </w:pPr>
    </w:p>
    <w:p w:rsidR="00C53B39" w:rsidRPr="00A44001" w:rsidRDefault="00C53B3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53B39" w:rsidRPr="00A44001" w:rsidRDefault="00C53B3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53B39" w:rsidRPr="00A44001" w:rsidRDefault="00C53B39">
      <w:pPr>
        <w:spacing w:after="0"/>
        <w:ind w:left="120"/>
        <w:jc w:val="center"/>
        <w:rPr>
          <w:lang w:val="ru-RU"/>
        </w:rPr>
      </w:pPr>
    </w:p>
    <w:p w:rsidR="00C53B39" w:rsidRPr="00A44001" w:rsidRDefault="00C53B39">
      <w:pPr>
        <w:spacing w:after="0"/>
        <w:ind w:left="120"/>
        <w:jc w:val="center"/>
        <w:rPr>
          <w:lang w:val="ru-RU"/>
        </w:rPr>
      </w:pPr>
    </w:p>
    <w:p w:rsidR="00C53B39" w:rsidRPr="00A44001" w:rsidRDefault="00C53B39">
      <w:pPr>
        <w:spacing w:after="0"/>
        <w:ind w:left="120"/>
        <w:jc w:val="center"/>
        <w:rPr>
          <w:lang w:val="ru-RU"/>
        </w:rPr>
      </w:pPr>
    </w:p>
    <w:p w:rsidR="00C53B39" w:rsidRPr="00A44001" w:rsidRDefault="00C53B39">
      <w:pPr>
        <w:spacing w:after="0"/>
        <w:ind w:left="120"/>
        <w:jc w:val="center"/>
        <w:rPr>
          <w:lang w:val="ru-RU"/>
        </w:rPr>
      </w:pPr>
    </w:p>
    <w:p w:rsidR="00C53B39" w:rsidRPr="00A44001" w:rsidRDefault="00C53B39">
      <w:pPr>
        <w:spacing w:after="0"/>
        <w:ind w:left="120"/>
        <w:jc w:val="center"/>
        <w:rPr>
          <w:lang w:val="ru-RU"/>
        </w:rPr>
      </w:pPr>
    </w:p>
    <w:p w:rsidR="00C53B39" w:rsidRPr="00A44001" w:rsidRDefault="00C53B39">
      <w:pPr>
        <w:spacing w:after="0"/>
        <w:ind w:left="120"/>
        <w:jc w:val="center"/>
        <w:rPr>
          <w:lang w:val="ru-RU"/>
        </w:rPr>
      </w:pPr>
    </w:p>
    <w:p w:rsidR="00C53B39" w:rsidRPr="00A44001" w:rsidRDefault="00C53B39">
      <w:pPr>
        <w:spacing w:after="0"/>
        <w:ind w:left="120"/>
        <w:jc w:val="center"/>
        <w:rPr>
          <w:lang w:val="ru-RU"/>
        </w:rPr>
      </w:pPr>
    </w:p>
    <w:p w:rsidR="00C53B39" w:rsidRPr="00A44001" w:rsidRDefault="00C53B39">
      <w:pPr>
        <w:spacing w:after="0"/>
        <w:ind w:left="120"/>
        <w:jc w:val="center"/>
        <w:rPr>
          <w:lang w:val="ru-RU"/>
        </w:rPr>
      </w:pPr>
    </w:p>
    <w:p w:rsidR="00C53B39" w:rsidRPr="00A44001" w:rsidRDefault="00C53B39">
      <w:pPr>
        <w:spacing w:after="0"/>
        <w:ind w:left="120"/>
        <w:jc w:val="center"/>
        <w:rPr>
          <w:lang w:val="ru-RU"/>
        </w:rPr>
      </w:pPr>
    </w:p>
    <w:p w:rsidR="00C53B39" w:rsidRPr="00A44001" w:rsidRDefault="00C53B39">
      <w:pPr>
        <w:spacing w:after="0"/>
        <w:ind w:left="120"/>
        <w:jc w:val="center"/>
        <w:rPr>
          <w:lang w:val="ru-RU"/>
        </w:rPr>
      </w:pPr>
    </w:p>
    <w:p w:rsidR="00C53B39" w:rsidRPr="00A44001" w:rsidRDefault="00C53B39" w:rsidP="00A44001">
      <w:pPr>
        <w:spacing w:after="0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bookmarkStart w:id="0" w:name="4cef1e44-9965-42f4-9abc-c66bc6a4ed05"/>
      <w:bookmarkEnd w:id="0"/>
      <w:r w:rsidRPr="00A44001">
        <w:rPr>
          <w:rFonts w:ascii="Times New Roman" w:hAnsi="Times New Roman"/>
          <w:b/>
          <w:color w:val="000000"/>
          <w:sz w:val="28"/>
          <w:lang w:val="ru-RU"/>
        </w:rPr>
        <w:t>г.Орск‌</w:t>
      </w:r>
      <w:bookmarkStart w:id="1" w:name="55fbcee7-c9ab-48de-99f2-3f30ab5c08f8"/>
      <w:bookmarkEnd w:id="1"/>
      <w:r w:rsidRPr="00A44001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C53B39" w:rsidRPr="00A44001" w:rsidRDefault="00C53B39">
      <w:pPr>
        <w:rPr>
          <w:lang w:val="ru-RU"/>
        </w:rPr>
        <w:sectPr w:rsidR="00C53B39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bookmarkStart w:id="2" w:name="block-6345644"/>
      <w:bookmarkEnd w:id="2"/>
      <w:r w:rsidRPr="00A4400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bookmarkEnd w:id="3"/>
      <w:r w:rsidRPr="00A4400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неделю).‌‌</w:t>
      </w:r>
    </w:p>
    <w:p w:rsidR="00C53B39" w:rsidRPr="00A44001" w:rsidRDefault="00C53B39">
      <w:pPr>
        <w:rPr>
          <w:lang w:val="ru-RU"/>
        </w:rPr>
        <w:sectPr w:rsidR="00C53B39" w:rsidRPr="00A44001" w:rsidSect="00A44001">
          <w:pgSz w:w="11906" w:h="16383"/>
          <w:pgMar w:top="709" w:right="850" w:bottom="568" w:left="1701" w:header="720" w:footer="720" w:gutter="0"/>
          <w:cols w:space="720"/>
        </w:sectPr>
      </w:pP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bookmarkStart w:id="4" w:name="block-6345642"/>
      <w:bookmarkEnd w:id="4"/>
      <w:r w:rsidRPr="00A4400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53B39" w:rsidRPr="00A44001" w:rsidRDefault="00C53B3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44001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53B39" w:rsidRPr="00A44001" w:rsidRDefault="00C53B3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4400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|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4001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400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53B39" w:rsidRPr="00A44001" w:rsidRDefault="00C53B39">
      <w:pPr>
        <w:rPr>
          <w:lang w:val="ru-RU"/>
        </w:rPr>
        <w:sectPr w:rsidR="00C53B39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bookmarkStart w:id="13" w:name="block-6345638"/>
      <w:bookmarkEnd w:id="13"/>
      <w:r w:rsidRPr="00A4400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4400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</w:p>
    <w:p w:rsidR="00C53B39" w:rsidRDefault="00C53B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53B39" w:rsidRPr="00A44001" w:rsidRDefault="00C53B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53B39" w:rsidRPr="00A44001" w:rsidRDefault="00C53B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53B39" w:rsidRPr="00A44001" w:rsidRDefault="00C53B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53B39" w:rsidRPr="00A44001" w:rsidRDefault="00C53B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53B39" w:rsidRPr="00A44001" w:rsidRDefault="00C53B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53B39" w:rsidRPr="00A44001" w:rsidRDefault="00C53B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53B39" w:rsidRDefault="00C53B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53B39" w:rsidRPr="00A44001" w:rsidRDefault="00C53B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53B39" w:rsidRPr="00A44001" w:rsidRDefault="00C53B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53B39" w:rsidRPr="00A44001" w:rsidRDefault="00C53B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53B39" w:rsidRPr="00A44001" w:rsidRDefault="00C53B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53B39" w:rsidRDefault="00C53B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53B39" w:rsidRPr="00A44001" w:rsidRDefault="00C53B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53B39" w:rsidRPr="00A44001" w:rsidRDefault="00C53B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53B39" w:rsidRPr="00A44001" w:rsidRDefault="00C53B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53B39" w:rsidRPr="00A44001" w:rsidRDefault="00C53B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53B39" w:rsidRDefault="00C53B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53B39" w:rsidRPr="00A44001" w:rsidRDefault="00C53B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53B39" w:rsidRPr="00A44001" w:rsidRDefault="00C53B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53B39" w:rsidRPr="00A44001" w:rsidRDefault="00C53B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53B39" w:rsidRPr="00A44001" w:rsidRDefault="00C53B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53B39" w:rsidRPr="00A44001" w:rsidRDefault="00C53B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53B39" w:rsidRPr="00A44001" w:rsidRDefault="00C53B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53B39" w:rsidRPr="00A44001" w:rsidRDefault="00C53B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53B39" w:rsidRDefault="00C53B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53B39" w:rsidRPr="00A44001" w:rsidRDefault="00C53B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53B39" w:rsidRPr="00A44001" w:rsidRDefault="00C53B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53B39" w:rsidRPr="00A44001" w:rsidRDefault="00C53B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3B39" w:rsidRPr="00A44001" w:rsidRDefault="00C53B39">
      <w:pPr>
        <w:spacing w:after="0" w:line="264" w:lineRule="auto"/>
        <w:ind w:left="120"/>
        <w:jc w:val="both"/>
        <w:rPr>
          <w:lang w:val="ru-RU"/>
        </w:rPr>
      </w:pP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A44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53B39" w:rsidRPr="00A44001" w:rsidRDefault="00C53B3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53B39" w:rsidRPr="00A44001" w:rsidRDefault="00C53B3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4400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53B39" w:rsidRPr="00A44001" w:rsidRDefault="00C53B39">
      <w:pPr>
        <w:spacing w:after="0" w:line="360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4400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53B39" w:rsidRPr="00A44001" w:rsidRDefault="00C53B3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C53B39" w:rsidRPr="00A44001" w:rsidRDefault="00C53B39">
      <w:pPr>
        <w:rPr>
          <w:lang w:val="ru-RU"/>
        </w:rPr>
        <w:sectPr w:rsidR="00C53B39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C53B39" w:rsidRDefault="00C53B39">
      <w:pPr>
        <w:spacing w:after="0"/>
        <w:ind w:left="120"/>
      </w:pPr>
      <w:bookmarkStart w:id="27" w:name="block-6345639"/>
      <w:bookmarkEnd w:id="27"/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3B39" w:rsidRDefault="00C5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98"/>
        <w:gridCol w:w="1841"/>
        <w:gridCol w:w="1910"/>
        <w:gridCol w:w="2757"/>
      </w:tblGrid>
      <w:tr w:rsidR="00C53B39" w:rsidRPr="002E23D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</w:tr>
      <w:tr w:rsidR="00C53B39" w:rsidRPr="002E2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B39" w:rsidRPr="002E23D4" w:rsidRDefault="00C53B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B39" w:rsidRPr="002E23D4" w:rsidRDefault="00C53B3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B39" w:rsidRPr="002E23D4" w:rsidRDefault="00C53B39"/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B39" w:rsidRPr="002E2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/>
        </w:tc>
      </w:tr>
    </w:tbl>
    <w:p w:rsidR="00C53B39" w:rsidRDefault="00C53B39">
      <w:pPr>
        <w:sectPr w:rsidR="00C53B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B39" w:rsidRDefault="00C5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98"/>
        <w:gridCol w:w="1841"/>
        <w:gridCol w:w="1910"/>
        <w:gridCol w:w="2757"/>
      </w:tblGrid>
      <w:tr w:rsidR="00C53B39" w:rsidRPr="002E23D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</w:tr>
      <w:tr w:rsidR="00C53B39" w:rsidRPr="002E2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B39" w:rsidRPr="002E23D4" w:rsidRDefault="00C53B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B39" w:rsidRPr="002E23D4" w:rsidRDefault="00C53B3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B39" w:rsidRPr="002E23D4" w:rsidRDefault="00C53B39"/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B39" w:rsidRPr="002E2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/>
        </w:tc>
      </w:tr>
    </w:tbl>
    <w:p w:rsidR="00C53B39" w:rsidRDefault="00C53B39">
      <w:pPr>
        <w:sectPr w:rsidR="00C53B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B39" w:rsidRDefault="00C5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70"/>
        <w:gridCol w:w="4841"/>
        <w:gridCol w:w="1504"/>
        <w:gridCol w:w="1841"/>
        <w:gridCol w:w="1910"/>
        <w:gridCol w:w="2702"/>
      </w:tblGrid>
      <w:tr w:rsidR="00C53B39" w:rsidRPr="002E23D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</w:tr>
      <w:tr w:rsidR="00C53B39" w:rsidRPr="002E2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B39" w:rsidRPr="002E23D4" w:rsidRDefault="00C53B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B39" w:rsidRPr="002E23D4" w:rsidRDefault="00C53B3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3B39" w:rsidRPr="002E23D4" w:rsidRDefault="00C53B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B39" w:rsidRPr="002E23D4" w:rsidRDefault="00C53B39"/>
        </w:tc>
      </w:tr>
      <w:tr w:rsidR="00C53B39" w:rsidRPr="000E0E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3B39" w:rsidRPr="000E0E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2E23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2E23D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2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3B39" w:rsidRPr="002E2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rPr>
                <w:lang w:val="ru-RU"/>
              </w:rPr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>
            <w:pPr>
              <w:spacing w:after="0"/>
              <w:ind w:left="135"/>
              <w:jc w:val="center"/>
            </w:pPr>
            <w:r w:rsidRPr="002E23D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53B39" w:rsidRPr="002E23D4" w:rsidRDefault="00C53B39"/>
        </w:tc>
      </w:tr>
    </w:tbl>
    <w:p w:rsidR="00C53B39" w:rsidRDefault="00C53B39">
      <w:pPr>
        <w:sectPr w:rsidR="00C53B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B39" w:rsidRPr="006F574A" w:rsidRDefault="00C53B39">
      <w:pPr>
        <w:spacing w:after="0"/>
        <w:ind w:left="120"/>
        <w:rPr>
          <w:lang w:val="ru-RU"/>
        </w:rPr>
      </w:pPr>
      <w:bookmarkStart w:id="28" w:name="block-6345640"/>
      <w:bookmarkEnd w:id="28"/>
      <w:r w:rsidRPr="005E1A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9" w:name="block-6345641"/>
      <w:bookmarkEnd w:id="29"/>
      <w:r w:rsidRPr="006F574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53B39" w:rsidRPr="006F574A" w:rsidRDefault="00C53B39">
      <w:pPr>
        <w:spacing w:after="0" w:line="480" w:lineRule="auto"/>
        <w:ind w:left="120"/>
        <w:rPr>
          <w:lang w:val="ru-RU"/>
        </w:rPr>
      </w:pPr>
      <w:r w:rsidRPr="006F57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53B39" w:rsidRPr="00A44001" w:rsidRDefault="00C53B3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​‌• Алгебра, 7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A44001">
        <w:rPr>
          <w:sz w:val="28"/>
          <w:lang w:val="ru-RU"/>
        </w:rPr>
        <w:br/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A44001">
        <w:rPr>
          <w:sz w:val="28"/>
          <w:lang w:val="ru-RU"/>
        </w:rPr>
        <w:br/>
      </w:r>
      <w:bookmarkStart w:id="30" w:name="8a811090-bed3-4825-9e59-0925d1d075d6"/>
      <w:bookmarkEnd w:id="30"/>
      <w:r w:rsidRPr="00A44001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другие; под редакцией Теляковского С.А., Акционерное общество «Издательство «Просвещение»‌​</w:t>
      </w:r>
    </w:p>
    <w:p w:rsidR="00C53B39" w:rsidRPr="00A44001" w:rsidRDefault="00C53B3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53B39" w:rsidRPr="00A44001" w:rsidRDefault="00C53B39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C53B39" w:rsidRPr="00A44001" w:rsidRDefault="00C53B3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3B39" w:rsidRPr="00A44001" w:rsidRDefault="00C53B3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</w:t>
      </w:r>
      <w:bookmarkStart w:id="31" w:name="352b2430-0170-408d-9dba-fadb4a1f57ea"/>
      <w:bookmarkEnd w:id="31"/>
      <w:r w:rsidRPr="00A44001">
        <w:rPr>
          <w:rFonts w:ascii="Times New Roman" w:hAnsi="Times New Roman"/>
          <w:color w:val="000000"/>
          <w:sz w:val="28"/>
          <w:lang w:val="ru-RU"/>
        </w:rPr>
        <w:t>Математика. Алгебра 7-9 классы.базовый уровень. Методическое пособие к предметной линии учебников по алгебре Ю.Н.Макарычева и др‌​</w:t>
      </w:r>
    </w:p>
    <w:p w:rsidR="00C53B39" w:rsidRPr="00A44001" w:rsidRDefault="00C53B39">
      <w:pPr>
        <w:spacing w:after="0"/>
        <w:ind w:left="120"/>
        <w:rPr>
          <w:lang w:val="ru-RU"/>
        </w:rPr>
      </w:pPr>
    </w:p>
    <w:p w:rsidR="00C53B39" w:rsidRPr="00A44001" w:rsidRDefault="00C53B3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3B39" w:rsidRDefault="00C53B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2" w:name="7d5051e0-bab5-428c-941a-1d062349d11d"/>
      <w:bookmarkEnd w:id="32"/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53B39" w:rsidRPr="005E1A8E" w:rsidRDefault="00C53B39">
      <w:pPr>
        <w:rPr>
          <w:rFonts w:ascii="Times New Roman" w:hAnsi="Times New Roman"/>
          <w:sz w:val="28"/>
          <w:lang w:val="ru-RU"/>
        </w:rPr>
        <w:sectPr w:rsidR="00C53B39" w:rsidRPr="005E1A8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sz w:val="28"/>
          <w:lang w:val="ru-RU"/>
        </w:rPr>
        <w:t xml:space="preserve">  </w:t>
      </w:r>
      <w:bookmarkStart w:id="33" w:name="_GoBack"/>
      <w:bookmarkEnd w:id="33"/>
      <w:r w:rsidRPr="005E1A8E">
        <w:rPr>
          <w:rFonts w:ascii="Times New Roman" w:hAnsi="Times New Roman"/>
          <w:sz w:val="28"/>
          <w:lang w:val="ru-RU"/>
        </w:rPr>
        <w:t>Якласс</w:t>
      </w:r>
    </w:p>
    <w:p w:rsidR="00C53B39" w:rsidRDefault="00C53B39"/>
    <w:sectPr w:rsidR="00C53B39" w:rsidSect="00723A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7A01"/>
    <w:multiLevelType w:val="multilevel"/>
    <w:tmpl w:val="AE5EE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5C65545"/>
    <w:multiLevelType w:val="multilevel"/>
    <w:tmpl w:val="E116C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1967875"/>
    <w:multiLevelType w:val="multilevel"/>
    <w:tmpl w:val="E0BA0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2203D06"/>
    <w:multiLevelType w:val="multilevel"/>
    <w:tmpl w:val="941205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0E97706"/>
    <w:multiLevelType w:val="multilevel"/>
    <w:tmpl w:val="CEE00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E62391D"/>
    <w:multiLevelType w:val="multilevel"/>
    <w:tmpl w:val="890AED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566"/>
    <w:rsid w:val="000D4161"/>
    <w:rsid w:val="000E0EF8"/>
    <w:rsid w:val="000E6D86"/>
    <w:rsid w:val="0015601E"/>
    <w:rsid w:val="00212F84"/>
    <w:rsid w:val="002E23D4"/>
    <w:rsid w:val="00355237"/>
    <w:rsid w:val="003779C0"/>
    <w:rsid w:val="0040221D"/>
    <w:rsid w:val="004E6975"/>
    <w:rsid w:val="005E1A8E"/>
    <w:rsid w:val="006F574A"/>
    <w:rsid w:val="00713BE2"/>
    <w:rsid w:val="00723A29"/>
    <w:rsid w:val="0078493E"/>
    <w:rsid w:val="007F0BAE"/>
    <w:rsid w:val="00813DF1"/>
    <w:rsid w:val="0086502D"/>
    <w:rsid w:val="00886566"/>
    <w:rsid w:val="00A44001"/>
    <w:rsid w:val="00A52A69"/>
    <w:rsid w:val="00C53B39"/>
    <w:rsid w:val="00C53FFE"/>
    <w:rsid w:val="00E50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21D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221D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221D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0221D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0221D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0221D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0221D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0221D"/>
    <w:rPr>
      <w:rFonts w:ascii="Calibri Light" w:hAnsi="Calibri Light" w:cs="Times New Roman"/>
      <w:b/>
      <w:bCs/>
      <w:color w:val="4472C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0221D"/>
    <w:rPr>
      <w:rFonts w:ascii="Calibri Light" w:hAnsi="Calibri Light" w:cs="Times New Roman"/>
      <w:b/>
      <w:bCs/>
      <w:i/>
      <w:iCs/>
      <w:color w:val="4472C4"/>
    </w:rPr>
  </w:style>
  <w:style w:type="paragraph" w:styleId="Header">
    <w:name w:val="header"/>
    <w:basedOn w:val="Normal"/>
    <w:link w:val="HeaderChar"/>
    <w:uiPriority w:val="99"/>
    <w:rsid w:val="004022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0221D"/>
    <w:rPr>
      <w:rFonts w:cs="Times New Roman"/>
    </w:rPr>
  </w:style>
  <w:style w:type="paragraph" w:styleId="NormalIndent">
    <w:name w:val="Normal Indent"/>
    <w:basedOn w:val="Normal"/>
    <w:uiPriority w:val="99"/>
    <w:rsid w:val="0040221D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40221D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0221D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40221D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40221D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40221D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23A29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723A2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40221D"/>
    <w:pPr>
      <w:spacing w:line="240" w:lineRule="auto"/>
    </w:pPr>
    <w:rPr>
      <w:b/>
      <w:bCs/>
      <w:color w:val="4472C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22</Pages>
  <Words>4637</Words>
  <Characters>26432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User</cp:lastModifiedBy>
  <cp:revision>6</cp:revision>
  <dcterms:created xsi:type="dcterms:W3CDTF">2023-08-27T10:10:00Z</dcterms:created>
  <dcterms:modified xsi:type="dcterms:W3CDTF">2023-09-03T11:05:00Z</dcterms:modified>
</cp:coreProperties>
</file>